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F0E" w:rsidRPr="00F56BCA" w:rsidRDefault="000F2F0E" w:rsidP="00534C8C">
      <w:pPr>
        <w:jc w:val="center"/>
        <w:rPr>
          <w:rFonts w:ascii="Broadway" w:hAnsi="Broadway"/>
          <w:b/>
          <w:sz w:val="36"/>
          <w:szCs w:val="36"/>
        </w:rPr>
      </w:pPr>
      <w:r>
        <w:rPr>
          <w:rFonts w:ascii="Broadway" w:hAnsi="Broadway"/>
          <w:b/>
          <w:sz w:val="36"/>
          <w:szCs w:val="36"/>
        </w:rPr>
        <w:t>Sports Media</w:t>
      </w:r>
      <w:r w:rsidRPr="00F56BCA">
        <w:rPr>
          <w:rFonts w:ascii="Broadway" w:hAnsi="Broadway"/>
          <w:b/>
          <w:sz w:val="36"/>
          <w:szCs w:val="36"/>
        </w:rPr>
        <w:t xml:space="preserve"> Overview</w:t>
      </w:r>
    </w:p>
    <w:p w:rsidR="000F2F0E" w:rsidRDefault="000F2F0E" w:rsidP="00534C8C"/>
    <w:p w:rsidR="000F2F0E" w:rsidRPr="00795CD3" w:rsidRDefault="000F2F0E" w:rsidP="00534C8C">
      <w:pPr>
        <w:rPr>
          <w:rFonts w:ascii="Candara" w:hAnsi="Candara"/>
        </w:rPr>
      </w:pPr>
      <w:r>
        <w:rPr>
          <w:rFonts w:ascii="Candara" w:hAnsi="Candara"/>
        </w:rPr>
        <w:tab/>
        <w:t xml:space="preserve">This course is intended to expose students to a variety of aspects pertaining to sports media, including the following: journalism, digital media, television broadcasts, documentaries, writing styles, techniques, research, and presentations.  We will cover current media and events and learn about historical achievements in sports through the eyes of the journalists and reporters from different time periods.  You will be exposed to many different sports media formats and will have the opportunity to create your own sports-related stories and presentations.  </w:t>
      </w:r>
    </w:p>
    <w:p w:rsidR="000F2F0E" w:rsidRDefault="000F2F0E" w:rsidP="00534C8C"/>
    <w:p w:rsidR="000F2F0E" w:rsidRPr="00795CD3" w:rsidRDefault="000F2F0E" w:rsidP="00534C8C">
      <w:pPr>
        <w:rPr>
          <w:rFonts w:ascii="Broadway" w:hAnsi="Broadway"/>
        </w:rPr>
      </w:pPr>
      <w:r w:rsidRPr="00795CD3">
        <w:rPr>
          <w:rFonts w:ascii="Broadway" w:hAnsi="Broadway"/>
        </w:rPr>
        <w:t xml:space="preserve">This </w:t>
      </w:r>
      <w:r>
        <w:rPr>
          <w:rFonts w:ascii="Broadway" w:hAnsi="Broadway"/>
        </w:rPr>
        <w:t>course</w:t>
      </w:r>
      <w:r w:rsidRPr="00795CD3">
        <w:rPr>
          <w:rFonts w:ascii="Broadway" w:hAnsi="Broadway"/>
        </w:rPr>
        <w:t xml:space="preserve"> will </w:t>
      </w:r>
      <w:r>
        <w:rPr>
          <w:rFonts w:ascii="Broadway" w:hAnsi="Broadway"/>
        </w:rPr>
        <w:t>cover</w:t>
      </w:r>
      <w:r w:rsidRPr="00795CD3">
        <w:rPr>
          <w:rFonts w:ascii="Broadway" w:hAnsi="Broadway"/>
        </w:rPr>
        <w:t xml:space="preserve"> </w:t>
      </w:r>
      <w:r>
        <w:rPr>
          <w:rFonts w:ascii="Broadway" w:hAnsi="Broadway"/>
        </w:rPr>
        <w:t>units among and including the following</w:t>
      </w:r>
      <w:r w:rsidRPr="00795CD3">
        <w:rPr>
          <w:rFonts w:ascii="Broadway" w:hAnsi="Broadway"/>
        </w:rPr>
        <w:t>:</w:t>
      </w:r>
    </w:p>
    <w:p w:rsidR="000F2F0E" w:rsidRDefault="000F2F0E" w:rsidP="00534C8C">
      <w:pPr>
        <w:numPr>
          <w:ilvl w:val="0"/>
          <w:numId w:val="1"/>
        </w:numPr>
      </w:pPr>
      <w:r>
        <w:t>Sports journalism</w:t>
      </w:r>
    </w:p>
    <w:p w:rsidR="000F2F0E" w:rsidRDefault="000F2F0E" w:rsidP="00534C8C">
      <w:pPr>
        <w:numPr>
          <w:ilvl w:val="0"/>
          <w:numId w:val="1"/>
        </w:numPr>
      </w:pPr>
      <w:r>
        <w:t>Digital communications (blogs and websites)</w:t>
      </w:r>
    </w:p>
    <w:p w:rsidR="000F2F0E" w:rsidRDefault="000F2F0E" w:rsidP="00534C8C">
      <w:pPr>
        <w:numPr>
          <w:ilvl w:val="0"/>
          <w:numId w:val="1"/>
        </w:numPr>
      </w:pPr>
      <w:r>
        <w:t>The influence of technology on sports media</w:t>
      </w:r>
    </w:p>
    <w:p w:rsidR="000F2F0E" w:rsidRDefault="000F2F0E" w:rsidP="00534C8C">
      <w:pPr>
        <w:numPr>
          <w:ilvl w:val="0"/>
          <w:numId w:val="1"/>
        </w:numPr>
      </w:pPr>
      <w:r>
        <w:t>Memorable Olympic moments</w:t>
      </w:r>
    </w:p>
    <w:p w:rsidR="000F2F0E" w:rsidRDefault="000F2F0E" w:rsidP="00534C8C">
      <w:pPr>
        <w:numPr>
          <w:ilvl w:val="0"/>
          <w:numId w:val="1"/>
        </w:numPr>
      </w:pPr>
      <w:r>
        <w:t>This week in sports history</w:t>
      </w:r>
    </w:p>
    <w:p w:rsidR="000F2F0E" w:rsidRDefault="000F2F0E" w:rsidP="00CB260B">
      <w:pPr>
        <w:numPr>
          <w:ilvl w:val="0"/>
          <w:numId w:val="1"/>
        </w:numPr>
      </w:pPr>
      <w:r>
        <w:t>Champions of competition</w:t>
      </w:r>
    </w:p>
    <w:p w:rsidR="000F2F0E" w:rsidRDefault="000F2F0E" w:rsidP="00CB260B">
      <w:pPr>
        <w:numPr>
          <w:ilvl w:val="0"/>
          <w:numId w:val="1"/>
        </w:numPr>
      </w:pPr>
      <w:r>
        <w:t>Local Sports Coverage</w:t>
      </w:r>
    </w:p>
    <w:p w:rsidR="000F2F0E" w:rsidRDefault="000F2F0E" w:rsidP="00CB260B">
      <w:pPr>
        <w:numPr>
          <w:ilvl w:val="0"/>
          <w:numId w:val="1"/>
        </w:numPr>
      </w:pPr>
      <w:r>
        <w:t>Sports Film Studies</w:t>
      </w:r>
    </w:p>
    <w:p w:rsidR="000F2F0E" w:rsidRDefault="000F2F0E" w:rsidP="00D74352">
      <w:pPr>
        <w:ind w:left="1080"/>
      </w:pPr>
    </w:p>
    <w:p w:rsidR="000F2F0E" w:rsidRDefault="000F2F0E" w:rsidP="00D74352">
      <w:pPr>
        <w:ind w:left="1080"/>
      </w:pPr>
    </w:p>
    <w:p w:rsidR="000F2F0E" w:rsidRDefault="000F2F0E" w:rsidP="00CB260B">
      <w:pPr>
        <w:rPr>
          <w:rFonts w:ascii="Broadway" w:hAnsi="Broadway"/>
        </w:rPr>
      </w:pPr>
      <w:r>
        <w:rPr>
          <w:rFonts w:ascii="Broadway" w:hAnsi="Broadway"/>
        </w:rPr>
        <w:t>Course Objectives</w:t>
      </w:r>
    </w:p>
    <w:p w:rsidR="000F2F0E" w:rsidRDefault="000F2F0E" w:rsidP="00CB260B">
      <w:pPr>
        <w:pStyle w:val="ListParagraph"/>
        <w:numPr>
          <w:ilvl w:val="0"/>
          <w:numId w:val="1"/>
        </w:numPr>
      </w:pPr>
      <w:r>
        <w:t xml:space="preserve"> Gain an understanding of many aspects of sports media.</w:t>
      </w:r>
    </w:p>
    <w:p w:rsidR="000F2F0E" w:rsidRDefault="000F2F0E" w:rsidP="00CB260B">
      <w:pPr>
        <w:pStyle w:val="ListParagraph"/>
        <w:numPr>
          <w:ilvl w:val="0"/>
          <w:numId w:val="1"/>
        </w:numPr>
      </w:pPr>
      <w:r>
        <w:t>Produce written and oral presentations pertaining to memorable moments in sports.</w:t>
      </w:r>
    </w:p>
    <w:p w:rsidR="000F2F0E" w:rsidRDefault="000F2F0E" w:rsidP="00CB260B">
      <w:pPr>
        <w:pStyle w:val="ListParagraph"/>
        <w:numPr>
          <w:ilvl w:val="0"/>
          <w:numId w:val="1"/>
        </w:numPr>
      </w:pPr>
      <w:r>
        <w:t>Write concise articles pertaining to current events in sports news.</w:t>
      </w:r>
    </w:p>
    <w:p w:rsidR="000F2F0E" w:rsidRDefault="000F2F0E" w:rsidP="00CB260B">
      <w:pPr>
        <w:pStyle w:val="ListParagraph"/>
        <w:numPr>
          <w:ilvl w:val="0"/>
          <w:numId w:val="1"/>
        </w:numPr>
      </w:pPr>
      <w:r>
        <w:t>Research, analyze, and interpret importance of historical Olympic Games events.</w:t>
      </w:r>
    </w:p>
    <w:p w:rsidR="000F2F0E" w:rsidRDefault="000F2F0E" w:rsidP="00CB260B">
      <w:pPr>
        <w:pStyle w:val="ListParagraph"/>
        <w:numPr>
          <w:ilvl w:val="0"/>
          <w:numId w:val="1"/>
        </w:numPr>
      </w:pPr>
      <w:r>
        <w:t>View, analyze, and react to sports films.</w:t>
      </w:r>
    </w:p>
    <w:p w:rsidR="000F2F0E" w:rsidRDefault="000F2F0E" w:rsidP="00D74352">
      <w:pPr>
        <w:pStyle w:val="ListParagraph"/>
        <w:ind w:left="1080"/>
      </w:pPr>
    </w:p>
    <w:p w:rsidR="000F2F0E" w:rsidRDefault="000F2F0E" w:rsidP="00534C8C"/>
    <w:p w:rsidR="000F2F0E" w:rsidRPr="00795CD3" w:rsidRDefault="000F2F0E" w:rsidP="00534C8C">
      <w:pPr>
        <w:rPr>
          <w:rFonts w:ascii="Broadway" w:hAnsi="Broadway"/>
        </w:rPr>
      </w:pPr>
      <w:r w:rsidRPr="00795CD3">
        <w:rPr>
          <w:rFonts w:ascii="Broadway" w:hAnsi="Broadway"/>
        </w:rPr>
        <w:t>Course Requirements</w:t>
      </w:r>
    </w:p>
    <w:p w:rsidR="000F2F0E" w:rsidRDefault="000F2F0E" w:rsidP="00E64B7D">
      <w:pPr>
        <w:numPr>
          <w:ilvl w:val="0"/>
          <w:numId w:val="1"/>
        </w:numPr>
      </w:pPr>
      <w:r>
        <w:t>Timely completion of all written assignments and presentations.</w:t>
      </w:r>
    </w:p>
    <w:p w:rsidR="000F2F0E" w:rsidRDefault="000F2F0E" w:rsidP="00534C8C">
      <w:pPr>
        <w:numPr>
          <w:ilvl w:val="0"/>
          <w:numId w:val="1"/>
        </w:numPr>
      </w:pPr>
      <w:r>
        <w:t xml:space="preserve">Visual Sports Media:  Analyze documentaries and newscasts of sports media. </w:t>
      </w:r>
    </w:p>
    <w:p w:rsidR="000F2F0E" w:rsidRDefault="000F2F0E" w:rsidP="00534C8C">
      <w:pPr>
        <w:numPr>
          <w:ilvl w:val="0"/>
          <w:numId w:val="1"/>
        </w:numPr>
      </w:pPr>
      <w:r>
        <w:t xml:space="preserve">Enthusiastic and appropriate class participation during discussions and class activities.  Each week there will be a grade given for your work effort which includes but is not limited to:  cooperation, willingness to learn, contribution to an atmosphere advantageous to writing and creative thought. </w:t>
      </w:r>
    </w:p>
    <w:p w:rsidR="000F2F0E" w:rsidRDefault="000F2F0E" w:rsidP="00E64B7D">
      <w:pPr>
        <w:ind w:left="1080"/>
      </w:pPr>
    </w:p>
    <w:p w:rsidR="000F2F0E" w:rsidRDefault="000F2F0E" w:rsidP="00534C8C">
      <w:pPr>
        <w:rPr>
          <w:rFonts w:ascii="Broadway" w:hAnsi="Broadway"/>
        </w:rPr>
      </w:pPr>
      <w:r>
        <w:rPr>
          <w:rFonts w:ascii="Broadway" w:hAnsi="Broadway"/>
        </w:rPr>
        <w:t>FAQ’s</w:t>
      </w:r>
    </w:p>
    <w:p w:rsidR="000F2F0E" w:rsidRPr="0093222B" w:rsidRDefault="000F2F0E" w:rsidP="0093222B">
      <w:pPr>
        <w:numPr>
          <w:ilvl w:val="0"/>
          <w:numId w:val="1"/>
        </w:numPr>
        <w:rPr>
          <w:u w:val="single"/>
        </w:rPr>
      </w:pPr>
      <w:r w:rsidRPr="0093222B">
        <w:rPr>
          <w:u w:val="single"/>
        </w:rPr>
        <w:t>Is this class difficult?</w:t>
      </w:r>
    </w:p>
    <w:p w:rsidR="000F2F0E" w:rsidRDefault="000F2F0E" w:rsidP="0093222B">
      <w:pPr>
        <w:ind w:left="720"/>
      </w:pPr>
      <w:r>
        <w:tab/>
        <w:t>The class is meant to allow you to research sports.  If that sounds difficult, then it’s going to be difficult.</w:t>
      </w:r>
    </w:p>
    <w:p w:rsidR="000F2F0E" w:rsidRPr="0093222B" w:rsidRDefault="000F2F0E" w:rsidP="0093222B">
      <w:pPr>
        <w:numPr>
          <w:ilvl w:val="0"/>
          <w:numId w:val="1"/>
        </w:numPr>
        <w:rPr>
          <w:u w:val="single"/>
        </w:rPr>
      </w:pPr>
      <w:r w:rsidRPr="0093222B">
        <w:rPr>
          <w:u w:val="single"/>
        </w:rPr>
        <w:t>Can I fail?</w:t>
      </w:r>
    </w:p>
    <w:p w:rsidR="000F2F0E" w:rsidRDefault="000F2F0E" w:rsidP="0093222B">
      <w:pPr>
        <w:ind w:left="720"/>
      </w:pPr>
      <w:r>
        <w:tab/>
        <w:t>Yes.  If you don’t do the work, you will fail this course.</w:t>
      </w:r>
    </w:p>
    <w:p w:rsidR="000F2F0E" w:rsidRPr="0093222B" w:rsidRDefault="000F2F0E" w:rsidP="0093222B">
      <w:pPr>
        <w:numPr>
          <w:ilvl w:val="0"/>
          <w:numId w:val="1"/>
        </w:numPr>
        <w:rPr>
          <w:u w:val="single"/>
        </w:rPr>
      </w:pPr>
      <w:r w:rsidRPr="0093222B">
        <w:rPr>
          <w:u w:val="single"/>
        </w:rPr>
        <w:t>Can I listen to music and/or eat</w:t>
      </w:r>
      <w:r>
        <w:rPr>
          <w:u w:val="single"/>
        </w:rPr>
        <w:t>/drink</w:t>
      </w:r>
      <w:r w:rsidRPr="0093222B">
        <w:rPr>
          <w:u w:val="single"/>
        </w:rPr>
        <w:t xml:space="preserve"> in the classroom?</w:t>
      </w:r>
    </w:p>
    <w:p w:rsidR="000F2F0E" w:rsidRDefault="000F2F0E" w:rsidP="0093222B">
      <w:pPr>
        <w:ind w:left="720"/>
      </w:pPr>
      <w:r>
        <w:tab/>
        <w:t>This depends on the situation.  Ask the teacher before you get out your iPod or food.</w:t>
      </w:r>
    </w:p>
    <w:p w:rsidR="000F2F0E" w:rsidRPr="0093222B" w:rsidRDefault="000F2F0E" w:rsidP="0093222B">
      <w:pPr>
        <w:numPr>
          <w:ilvl w:val="0"/>
          <w:numId w:val="1"/>
        </w:numPr>
        <w:rPr>
          <w:u w:val="single"/>
        </w:rPr>
      </w:pPr>
      <w:r w:rsidRPr="0093222B">
        <w:rPr>
          <w:u w:val="single"/>
        </w:rPr>
        <w:t>Will this class require out of class work?</w:t>
      </w:r>
    </w:p>
    <w:p w:rsidR="000F2F0E" w:rsidRDefault="000F2F0E" w:rsidP="0093222B">
      <w:pPr>
        <w:ind w:left="720"/>
      </w:pPr>
      <w:r>
        <w:tab/>
        <w:t xml:space="preserve">That depends on what you accomplish in class.  If you work diligently in class, you won’t have any out of class work.  However, you may choose some projects may require out of class filming and interviewing.  </w:t>
      </w:r>
    </w:p>
    <w:p w:rsidR="000F2F0E" w:rsidRPr="0093222B" w:rsidRDefault="000F2F0E" w:rsidP="0093222B">
      <w:pPr>
        <w:numPr>
          <w:ilvl w:val="0"/>
          <w:numId w:val="1"/>
        </w:numPr>
        <w:rPr>
          <w:u w:val="single"/>
        </w:rPr>
      </w:pPr>
      <w:r w:rsidRPr="0093222B">
        <w:rPr>
          <w:u w:val="single"/>
        </w:rPr>
        <w:t>Can my projects overlap with other classes?</w:t>
      </w:r>
    </w:p>
    <w:p w:rsidR="000F2F0E" w:rsidRDefault="000F2F0E" w:rsidP="0093222B">
      <w:pPr>
        <w:ind w:left="720"/>
      </w:pPr>
      <w:r>
        <w:tab/>
        <w:t xml:space="preserve">Absolutely.  You are encouraged to integrate history, film, and computer technology into your projects whenever possible.  Be creative and double-up on projects where you can. </w:t>
      </w:r>
    </w:p>
    <w:p w:rsidR="000F2F0E" w:rsidRPr="0093222B" w:rsidRDefault="000F2F0E" w:rsidP="0093222B">
      <w:pPr>
        <w:numPr>
          <w:ilvl w:val="0"/>
          <w:numId w:val="1"/>
        </w:numPr>
        <w:rPr>
          <w:u w:val="single"/>
        </w:rPr>
      </w:pPr>
      <w:r w:rsidRPr="0093222B">
        <w:rPr>
          <w:u w:val="single"/>
        </w:rPr>
        <w:t>Who came up with the idea to teach a course about sports?</w:t>
      </w:r>
    </w:p>
    <w:p w:rsidR="000F2F0E" w:rsidRDefault="000F2F0E" w:rsidP="0093222B">
      <w:pPr>
        <w:ind w:left="720"/>
      </w:pPr>
      <w:r>
        <w:tab/>
        <w:t>Way back when, in 2010, Mr. Walter had the idea of Sports Media.  Thank him.</w:t>
      </w:r>
    </w:p>
    <w:p w:rsidR="000F2F0E" w:rsidRDefault="000F2F0E" w:rsidP="0093222B">
      <w:pPr>
        <w:ind w:left="720"/>
      </w:pPr>
    </w:p>
    <w:p w:rsidR="000F2F0E" w:rsidRDefault="000F2F0E" w:rsidP="0093222B">
      <w:pPr>
        <w:ind w:left="720"/>
      </w:pPr>
    </w:p>
    <w:p w:rsidR="000F2F0E" w:rsidRPr="00795CD3" w:rsidRDefault="000F2F0E" w:rsidP="00534C8C">
      <w:pPr>
        <w:rPr>
          <w:rFonts w:ascii="Broadway" w:hAnsi="Broadway"/>
        </w:rPr>
      </w:pPr>
      <w:r w:rsidRPr="00795CD3">
        <w:rPr>
          <w:rFonts w:ascii="Broadway" w:hAnsi="Broadway"/>
        </w:rPr>
        <w:t>Grading and Attendance</w:t>
      </w:r>
    </w:p>
    <w:p w:rsidR="000F2F0E" w:rsidRDefault="000F2F0E" w:rsidP="00534C8C">
      <w:pPr>
        <w:numPr>
          <w:ilvl w:val="0"/>
          <w:numId w:val="1"/>
        </w:numPr>
      </w:pPr>
      <w:r>
        <w:t xml:space="preserve">Students are expected to be in class every day.  If you are absent, you will need to make up all of the work that was missed while you were out.  It is your responsibility to ask about what you missed or keep current while you are out. </w:t>
      </w:r>
    </w:p>
    <w:p w:rsidR="000F2F0E" w:rsidRDefault="000F2F0E" w:rsidP="00534C8C">
      <w:pPr>
        <w:numPr>
          <w:ilvl w:val="0"/>
          <w:numId w:val="1"/>
        </w:numPr>
      </w:pPr>
      <w:r>
        <w:t>Grading is based on a points possible/points earned basis.  The point value of each of the assignments will be announced when the assignment is given.</w:t>
      </w:r>
    </w:p>
    <w:p w:rsidR="000F2F0E" w:rsidRDefault="000F2F0E" w:rsidP="00534C8C">
      <w:pPr>
        <w:numPr>
          <w:ilvl w:val="0"/>
          <w:numId w:val="1"/>
        </w:numPr>
      </w:pPr>
      <w:r>
        <w:t xml:space="preserve">Late work will be accepted for half-credit.  </w:t>
      </w:r>
    </w:p>
    <w:p w:rsidR="000F2F0E" w:rsidRDefault="000F2F0E" w:rsidP="00D74352">
      <w:pPr>
        <w:ind w:left="720"/>
      </w:pPr>
    </w:p>
    <w:p w:rsidR="000F2F0E" w:rsidRDefault="000F2F0E" w:rsidP="00D74352">
      <w:pPr>
        <w:ind w:left="720"/>
      </w:pPr>
      <w:r>
        <w:t>Grading System:</w:t>
      </w:r>
    </w:p>
    <w:p w:rsidR="000F2F0E" w:rsidRDefault="000F2F0E" w:rsidP="00D74352">
      <w:pPr>
        <w:pStyle w:val="ListParagraph"/>
        <w:numPr>
          <w:ilvl w:val="0"/>
          <w:numId w:val="1"/>
        </w:numPr>
      </w:pPr>
    </w:p>
    <w:p w:rsidR="000F2F0E" w:rsidRDefault="000F2F0E" w:rsidP="00D74352">
      <w:pPr>
        <w:pStyle w:val="ListParagraph"/>
        <w:numPr>
          <w:ilvl w:val="0"/>
          <w:numId w:val="1"/>
        </w:numPr>
      </w:pPr>
      <w:r>
        <w:t>A = 90-100%</w:t>
      </w:r>
    </w:p>
    <w:p w:rsidR="000F2F0E" w:rsidRDefault="000F2F0E" w:rsidP="00D74352">
      <w:pPr>
        <w:pStyle w:val="ListParagraph"/>
        <w:numPr>
          <w:ilvl w:val="0"/>
          <w:numId w:val="1"/>
        </w:numPr>
      </w:pPr>
      <w:r>
        <w:t>B = 80-89%</w:t>
      </w:r>
    </w:p>
    <w:p w:rsidR="000F2F0E" w:rsidRDefault="000F2F0E" w:rsidP="00D74352">
      <w:pPr>
        <w:pStyle w:val="ListParagraph"/>
        <w:numPr>
          <w:ilvl w:val="0"/>
          <w:numId w:val="1"/>
        </w:numPr>
      </w:pPr>
      <w:r>
        <w:t>C = 70-79%</w:t>
      </w:r>
    </w:p>
    <w:p w:rsidR="000F2F0E" w:rsidRDefault="000F2F0E" w:rsidP="00D74352">
      <w:pPr>
        <w:pStyle w:val="ListParagraph"/>
        <w:numPr>
          <w:ilvl w:val="0"/>
          <w:numId w:val="1"/>
        </w:numPr>
      </w:pPr>
      <w:r>
        <w:t>R = Remediation 0-69%</w:t>
      </w:r>
    </w:p>
    <w:p w:rsidR="000F2F0E" w:rsidRDefault="000F2F0E" w:rsidP="00D74352">
      <w:pPr>
        <w:pStyle w:val="ListParagraph"/>
        <w:numPr>
          <w:ilvl w:val="0"/>
          <w:numId w:val="1"/>
        </w:numPr>
      </w:pPr>
      <w:r>
        <w:t>F = Failure (no effort) 0-69%</w:t>
      </w:r>
    </w:p>
    <w:p w:rsidR="000F2F0E" w:rsidRDefault="000F2F0E" w:rsidP="00D74352">
      <w:pPr>
        <w:ind w:left="720"/>
      </w:pPr>
    </w:p>
    <w:p w:rsidR="000F2F0E" w:rsidRDefault="000F2F0E" w:rsidP="00534C8C"/>
    <w:p w:rsidR="000F2F0E" w:rsidRPr="00795CD3" w:rsidRDefault="000F2F0E" w:rsidP="00534C8C">
      <w:pPr>
        <w:rPr>
          <w:rFonts w:ascii="Broadway" w:hAnsi="Broadway"/>
        </w:rPr>
      </w:pPr>
      <w:r w:rsidRPr="00795CD3">
        <w:rPr>
          <w:rFonts w:ascii="Broadway" w:hAnsi="Broadway"/>
        </w:rPr>
        <w:t>Technology</w:t>
      </w:r>
    </w:p>
    <w:p w:rsidR="000F2F0E" w:rsidRDefault="000F2F0E" w:rsidP="00534C8C">
      <w:pPr>
        <w:numPr>
          <w:ilvl w:val="0"/>
          <w:numId w:val="1"/>
        </w:numPr>
      </w:pPr>
      <w:r>
        <w:t xml:space="preserve">This classroom is equipped with a Promethean Board, multimedia projector, student laptops, and wireless connectivity.  Each student will be responsible for adhering to all Fleetwood Acceptable Use Policies when using technology in this classroom.  At no time will any piece of technology leave the room.  </w:t>
      </w:r>
    </w:p>
    <w:p w:rsidR="000F2F0E" w:rsidRDefault="000F2F0E" w:rsidP="00534C8C">
      <w:pPr>
        <w:numPr>
          <w:ilvl w:val="0"/>
          <w:numId w:val="1"/>
        </w:numPr>
      </w:pPr>
      <w:r>
        <w:t xml:space="preserve">This course will utilize a class website.  You’ve accessed this document, so you already know that the address is </w:t>
      </w:r>
      <w:hyperlink r:id="rId7" w:history="1">
        <w:r w:rsidRPr="008D3149">
          <w:rPr>
            <w:rStyle w:val="Hyperlink"/>
          </w:rPr>
          <w:t>http://sportsmedia.wikispaces.com</w:t>
        </w:r>
      </w:hyperlink>
      <w:r>
        <w:t xml:space="preserve"> .  Documents, links, discussions, and multimedia can all be accessed through this site.  Logging in is only necessary to post to a discussion board.  </w:t>
      </w:r>
    </w:p>
    <w:p w:rsidR="000F2F0E" w:rsidRDefault="000F2F0E" w:rsidP="00534C8C"/>
    <w:p w:rsidR="000F2F0E" w:rsidRPr="00795CD3" w:rsidRDefault="000F2F0E" w:rsidP="00534C8C">
      <w:pPr>
        <w:rPr>
          <w:rFonts w:ascii="Broadway" w:hAnsi="Broadway"/>
        </w:rPr>
      </w:pPr>
      <w:r w:rsidRPr="00795CD3">
        <w:rPr>
          <w:rFonts w:ascii="Broadway" w:hAnsi="Broadway"/>
        </w:rPr>
        <w:t>Discipline Policies</w:t>
      </w:r>
    </w:p>
    <w:p w:rsidR="000F2F0E" w:rsidRDefault="000F2F0E" w:rsidP="00534C8C">
      <w:pPr>
        <w:numPr>
          <w:ilvl w:val="0"/>
          <w:numId w:val="1"/>
        </w:numPr>
      </w:pPr>
      <w:r>
        <w:t xml:space="preserve">The teacher may administer two types of detentions – teacher detention and administrative detention.  Use common courtesy, respect, and honesty when in this classroom.  </w:t>
      </w:r>
    </w:p>
    <w:p w:rsidR="000F2F0E" w:rsidRDefault="000F2F0E" w:rsidP="00534C8C">
      <w:pPr>
        <w:numPr>
          <w:ilvl w:val="0"/>
          <w:numId w:val="1"/>
        </w:numPr>
      </w:pPr>
      <w:r>
        <w:t xml:space="preserve">Being tardy four (4) times during the quarter without a pass is grounds for detention.  </w:t>
      </w:r>
    </w:p>
    <w:p w:rsidR="000F2F0E" w:rsidRDefault="000F2F0E" w:rsidP="00534C8C">
      <w:pPr>
        <w:numPr>
          <w:ilvl w:val="0"/>
          <w:numId w:val="1"/>
        </w:numPr>
      </w:pPr>
      <w:r>
        <w:t xml:space="preserve">***SPECIAL NOTE*** - This class is an ELECTIVE – that means you’ve ELECTED to be here.  If you intend to cause problems, have an attitude, or show disrespect, then you should ELECT to withdraw or be removed from this course.  Disrespect, failure to attend, or complaints WILL NOT be tolerated.  Electives are your choices, so live with the choices you’ve made in the most positive way possible.   </w:t>
      </w:r>
    </w:p>
    <w:p w:rsidR="000F2F0E" w:rsidRDefault="000F2F0E" w:rsidP="00534C8C"/>
    <w:p w:rsidR="000F2F0E" w:rsidRPr="00795CD3" w:rsidRDefault="000F2F0E" w:rsidP="00534C8C">
      <w:pPr>
        <w:rPr>
          <w:rFonts w:ascii="Broadway" w:hAnsi="Broadway"/>
        </w:rPr>
      </w:pPr>
      <w:r w:rsidRPr="00795CD3">
        <w:rPr>
          <w:rFonts w:ascii="Broadway" w:hAnsi="Broadway"/>
        </w:rPr>
        <w:t>Teacher Information</w:t>
      </w:r>
    </w:p>
    <w:p w:rsidR="000F2F0E" w:rsidRDefault="000F2F0E" w:rsidP="00534C8C">
      <w:pPr>
        <w:numPr>
          <w:ilvl w:val="0"/>
          <w:numId w:val="1"/>
        </w:numPr>
      </w:pPr>
      <w:r>
        <w:t xml:space="preserve">Andrew Good – email – </w:t>
      </w:r>
      <w:hyperlink r:id="rId8" w:history="1">
        <w:r w:rsidRPr="00027F9A">
          <w:rPr>
            <w:rStyle w:val="Hyperlink"/>
          </w:rPr>
          <w:t>agood@fleetwoodasd.k12.pa.us</w:t>
        </w:r>
      </w:hyperlink>
    </w:p>
    <w:p w:rsidR="000F2F0E" w:rsidRDefault="000F2F0E" w:rsidP="00534C8C">
      <w:pPr>
        <w:numPr>
          <w:ilvl w:val="0"/>
          <w:numId w:val="1"/>
        </w:numPr>
      </w:pPr>
      <w:r>
        <w:t xml:space="preserve">You may submit assignments via email.  Due dates still apply.  You will not receive extended time to submit an assignment due to technical difficulties pertaining to emailed documents.  If your email skills are not up to par and you cannot assure that your submissions will be on time, submit work directly to the teacher. </w:t>
      </w:r>
    </w:p>
    <w:p w:rsidR="000F2F0E" w:rsidRPr="00534C8C" w:rsidRDefault="000F2F0E" w:rsidP="00534C8C">
      <w:pPr>
        <w:tabs>
          <w:tab w:val="left" w:pos="1875"/>
        </w:tabs>
      </w:pPr>
    </w:p>
    <w:sectPr w:rsidR="000F2F0E" w:rsidRPr="00534C8C" w:rsidSect="0093222B">
      <w:pgSz w:w="12240" w:h="15840"/>
      <w:pgMar w:top="36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F0E" w:rsidRDefault="000F2F0E" w:rsidP="00534C8C">
      <w:r>
        <w:separator/>
      </w:r>
    </w:p>
  </w:endnote>
  <w:endnote w:type="continuationSeparator" w:id="0">
    <w:p w:rsidR="000F2F0E" w:rsidRDefault="000F2F0E" w:rsidP="00534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F0E" w:rsidRDefault="000F2F0E" w:rsidP="00534C8C">
      <w:r>
        <w:separator/>
      </w:r>
    </w:p>
  </w:footnote>
  <w:footnote w:type="continuationSeparator" w:id="0">
    <w:p w:rsidR="000F2F0E" w:rsidRDefault="000F2F0E" w:rsidP="00534C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A22F4"/>
    <w:multiLevelType w:val="hybridMultilevel"/>
    <w:tmpl w:val="EAC29AE0"/>
    <w:lvl w:ilvl="0" w:tplc="231E7CD2">
      <w:start w:val="3"/>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4C8C"/>
    <w:rsid w:val="00027F9A"/>
    <w:rsid w:val="000F2F0E"/>
    <w:rsid w:val="002E6613"/>
    <w:rsid w:val="00534C8C"/>
    <w:rsid w:val="00795CD3"/>
    <w:rsid w:val="008D3149"/>
    <w:rsid w:val="0093222B"/>
    <w:rsid w:val="00CB260B"/>
    <w:rsid w:val="00D74352"/>
    <w:rsid w:val="00E173AC"/>
    <w:rsid w:val="00E47B87"/>
    <w:rsid w:val="00E60C5D"/>
    <w:rsid w:val="00E64B7D"/>
    <w:rsid w:val="00F56B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C8C"/>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34C8C"/>
    <w:rPr>
      <w:rFonts w:cs="Times New Roman"/>
      <w:color w:val="0000FF"/>
      <w:u w:val="single"/>
    </w:rPr>
  </w:style>
  <w:style w:type="paragraph" w:styleId="Header">
    <w:name w:val="header"/>
    <w:basedOn w:val="Normal"/>
    <w:link w:val="HeaderChar"/>
    <w:uiPriority w:val="99"/>
    <w:semiHidden/>
    <w:rsid w:val="00534C8C"/>
    <w:pPr>
      <w:tabs>
        <w:tab w:val="center" w:pos="4680"/>
        <w:tab w:val="right" w:pos="9360"/>
      </w:tabs>
    </w:pPr>
  </w:style>
  <w:style w:type="character" w:customStyle="1" w:styleId="HeaderChar">
    <w:name w:val="Header Char"/>
    <w:basedOn w:val="DefaultParagraphFont"/>
    <w:link w:val="Header"/>
    <w:uiPriority w:val="99"/>
    <w:semiHidden/>
    <w:locked/>
    <w:rsid w:val="00534C8C"/>
    <w:rPr>
      <w:rFonts w:ascii="Times New Roman" w:hAnsi="Times New Roman" w:cs="Times New Roman"/>
      <w:sz w:val="24"/>
      <w:szCs w:val="24"/>
    </w:rPr>
  </w:style>
  <w:style w:type="paragraph" w:styleId="Footer">
    <w:name w:val="footer"/>
    <w:basedOn w:val="Normal"/>
    <w:link w:val="FooterChar"/>
    <w:uiPriority w:val="99"/>
    <w:semiHidden/>
    <w:rsid w:val="00534C8C"/>
    <w:pPr>
      <w:tabs>
        <w:tab w:val="center" w:pos="4680"/>
        <w:tab w:val="right" w:pos="9360"/>
      </w:tabs>
    </w:pPr>
  </w:style>
  <w:style w:type="character" w:customStyle="1" w:styleId="FooterChar">
    <w:name w:val="Footer Char"/>
    <w:basedOn w:val="DefaultParagraphFont"/>
    <w:link w:val="Footer"/>
    <w:uiPriority w:val="99"/>
    <w:semiHidden/>
    <w:locked/>
    <w:rsid w:val="00534C8C"/>
    <w:rPr>
      <w:rFonts w:ascii="Times New Roman" w:hAnsi="Times New Roman" w:cs="Times New Roman"/>
      <w:sz w:val="24"/>
      <w:szCs w:val="24"/>
    </w:rPr>
  </w:style>
  <w:style w:type="paragraph" w:styleId="ListParagraph">
    <w:name w:val="List Paragraph"/>
    <w:basedOn w:val="Normal"/>
    <w:uiPriority w:val="99"/>
    <w:qFormat/>
    <w:rsid w:val="00CB26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good@fleetwoodasd.k12.pa.us" TargetMode="External"/><Relationship Id="rId3" Type="http://schemas.openxmlformats.org/officeDocument/2006/relationships/settings" Target="settings.xml"/><Relationship Id="rId7" Type="http://schemas.openxmlformats.org/officeDocument/2006/relationships/hyperlink" Target="http://sportsmedia.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2</Pages>
  <Words>749</Words>
  <Characters>4271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Guuuuuuuuuuuuu</dc:creator>
  <cp:keywords/>
  <dc:description/>
  <cp:lastModifiedBy>agood</cp:lastModifiedBy>
  <cp:revision>4</cp:revision>
  <dcterms:created xsi:type="dcterms:W3CDTF">2011-08-23T19:59:00Z</dcterms:created>
  <dcterms:modified xsi:type="dcterms:W3CDTF">2013-01-11T15:31:00Z</dcterms:modified>
</cp:coreProperties>
</file>